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08320A7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B74C3C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B702E1" w:rsidRPr="000D49D6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B74C3C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38346A7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74C3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74C3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D91F74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BD71EA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17E46B2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EE4178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2B827" w14:textId="77777777" w:rsidR="009A5011" w:rsidRDefault="009A5011" w:rsidP="00C16ABF">
      <w:pPr>
        <w:spacing w:after="0" w:line="240" w:lineRule="auto"/>
      </w:pPr>
      <w:r>
        <w:separator/>
      </w:r>
    </w:p>
  </w:endnote>
  <w:endnote w:type="continuationSeparator" w:id="0">
    <w:p w14:paraId="7E0549C3" w14:textId="77777777" w:rsidR="009A5011" w:rsidRDefault="009A50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2384A" w14:textId="77777777" w:rsidR="009A5011" w:rsidRDefault="009A5011" w:rsidP="00C16ABF">
      <w:pPr>
        <w:spacing w:after="0" w:line="240" w:lineRule="auto"/>
      </w:pPr>
      <w:r>
        <w:separator/>
      </w:r>
    </w:p>
  </w:footnote>
  <w:footnote w:type="continuationSeparator" w:id="0">
    <w:p w14:paraId="761242F8" w14:textId="77777777" w:rsidR="009A5011" w:rsidRDefault="009A501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5011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4C3C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8948B6-73B6-4A81-A928-6A01670B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2019-02-06T12:12:00Z</cp:lastPrinted>
  <dcterms:created xsi:type="dcterms:W3CDTF">2020-10-21T09:50:00Z</dcterms:created>
  <dcterms:modified xsi:type="dcterms:W3CDTF">2021-11-04T13:39:00Z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